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D7" w:rsidRPr="00D63C17" w:rsidRDefault="00C00AD7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D63C17">
        <w:rPr>
          <w:rFonts w:ascii="Arial" w:hAnsi="Arial" w:cs="Arial"/>
          <w:b w:val="0"/>
          <w:bCs w:val="0"/>
          <w:sz w:val="20"/>
          <w:szCs w:val="20"/>
        </w:rPr>
        <w:t>Modulo n° 1</w:t>
      </w:r>
      <w:r w:rsidR="007C2FDC">
        <w:rPr>
          <w:rFonts w:ascii="Arial" w:hAnsi="Arial" w:cs="Arial"/>
          <w:b w:val="0"/>
          <w:bCs w:val="0"/>
          <w:sz w:val="20"/>
          <w:szCs w:val="20"/>
        </w:rPr>
        <w:t>/c</w:t>
      </w:r>
    </w:p>
    <w:p w:rsidR="00C00AD7" w:rsidRPr="00534D32" w:rsidRDefault="00C00AD7" w:rsidP="007F2F61">
      <w:pPr>
        <w:rPr>
          <w:rFonts w:ascii="Arial" w:hAnsi="Arial" w:cs="Arial"/>
          <w:b/>
        </w:rPr>
      </w:pPr>
      <w:r w:rsidRPr="000C5AFB">
        <w:rPr>
          <w:rFonts w:ascii="Arial" w:hAnsi="Arial" w:cs="Arial"/>
          <w:b/>
        </w:rPr>
        <w:t>Codice della gara:</w:t>
      </w:r>
    </w:p>
    <w:p w:rsidR="00C00AD7" w:rsidRPr="00D63C17" w:rsidRDefault="00C00AD7" w:rsidP="007F2F61">
      <w:pPr>
        <w:rPr>
          <w:rFonts w:ascii="Arial" w:hAnsi="Arial" w:cs="Arial"/>
        </w:rPr>
      </w:pPr>
    </w:p>
    <w:p w:rsidR="00C00AD7" w:rsidRPr="00D63C17" w:rsidRDefault="00C00AD7" w:rsidP="008C7AF2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</w:rPr>
      </w:pPr>
      <w:r w:rsidRPr="00D63C17">
        <w:rPr>
          <w:rFonts w:ascii="Arial" w:hAnsi="Arial" w:cs="Arial"/>
        </w:rPr>
        <w:tab/>
        <w:t>NOME</w:t>
      </w:r>
      <w:r w:rsidRPr="00D63C17">
        <w:rPr>
          <w:rFonts w:ascii="Arial" w:hAnsi="Arial" w:cs="Arial"/>
        </w:rPr>
        <w:tab/>
        <w:t>COGNOME</w:t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smartTag w:uri="urn:schemas-microsoft-com:office:smarttags" w:element="stockticker">
        <w:r w:rsidRPr="00D63C17">
          <w:rPr>
            <w:rFonts w:ascii="Arial" w:hAnsi="Arial" w:cs="Arial"/>
          </w:rPr>
          <w:t>ETA</w:t>
        </w:r>
      </w:smartTag>
      <w:r w:rsidRPr="00D63C17">
        <w:rPr>
          <w:rFonts w:ascii="Arial" w:hAnsi="Arial" w:cs="Arial"/>
        </w:rPr>
        <w:t>’</w:t>
      </w:r>
    </w:p>
    <w:p w:rsidR="007C2FDC" w:rsidRDefault="007C2FDC" w:rsidP="00D340A6">
      <w:pPr>
        <w:pStyle w:val="Titolo3"/>
        <w:rPr>
          <w:rFonts w:ascii="Arial" w:hAnsi="Arial" w:cs="Arial"/>
        </w:rPr>
      </w:pPr>
      <w:r w:rsidRPr="007C2FDC">
        <w:rPr>
          <w:rFonts w:ascii="Arial" w:hAnsi="Arial" w:cs="Arial"/>
        </w:rPr>
        <w:t>RESPONSABILE</w:t>
      </w:r>
      <w:r>
        <w:rPr>
          <w:rFonts w:ascii="Arial" w:hAnsi="Arial" w:cs="Arial"/>
        </w:rPr>
        <w:t xml:space="preserve"> DEL SERVIZIO</w:t>
      </w:r>
    </w:p>
    <w:p w:rsidR="00C00AD7" w:rsidRPr="007C2FDC" w:rsidRDefault="007C2FDC" w:rsidP="007C2FDC">
      <w:pPr>
        <w:pStyle w:val="Titolo3"/>
        <w:rPr>
          <w:rFonts w:ascii="Arial" w:hAnsi="Arial" w:cs="Arial"/>
        </w:rPr>
      </w:pPr>
      <w:r w:rsidRPr="007C2FDC">
        <w:rPr>
          <w:rFonts w:ascii="Arial" w:hAnsi="Arial" w:cs="Arial"/>
        </w:rPr>
        <w:t>DI PROTEZIONE E PREVENZIONE</w:t>
      </w:r>
      <w:bookmarkStart w:id="0" w:name="_GoBack"/>
      <w:bookmarkEnd w:id="0"/>
    </w:p>
    <w:tbl>
      <w:tblPr>
        <w:tblpPr w:leftFromText="141" w:rightFromText="141" w:vertAnchor="text" w:horzAnchor="margin" w:tblpX="-497" w:tblpY="242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3133"/>
        <w:gridCol w:w="3387"/>
        <w:gridCol w:w="2694"/>
        <w:gridCol w:w="1294"/>
      </w:tblGrid>
      <w:tr w:rsidR="00C00AD7" w:rsidRPr="00D63C17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</w:p>
        </w:tc>
      </w:tr>
      <w:tr w:rsidR="00C00AD7" w:rsidRPr="00D63C17">
        <w:trPr>
          <w:trHeight w:hRule="exact" w:val="397"/>
        </w:trPr>
        <w:tc>
          <w:tcPr>
            <w:tcW w:w="15965" w:type="dxa"/>
            <w:gridSpan w:val="6"/>
            <w:shd w:val="clear" w:color="auto" w:fill="E6E6E6"/>
          </w:tcPr>
          <w:p w:rsidR="00C00AD7" w:rsidRPr="00D63C17" w:rsidRDefault="00C00AD7" w:rsidP="000C1A98">
            <w:pPr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ELENCO LAVORI SVOLTI:</w:t>
            </w:r>
          </w:p>
        </w:tc>
      </w:tr>
      <w:tr w:rsidR="00C00AD7" w:rsidRPr="00D63C17" w:rsidTr="00491B37">
        <w:trPr>
          <w:trHeight w:hRule="exact" w:val="712"/>
        </w:trPr>
        <w:tc>
          <w:tcPr>
            <w:tcW w:w="3632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D63C17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D63C17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3133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387" w:type="dxa"/>
            <w:vAlign w:val="center"/>
          </w:tcPr>
          <w:p w:rsidR="00C00AD7" w:rsidRPr="00D63C17" w:rsidRDefault="00C00AD7" w:rsidP="000C1A98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IMPORTO LAVORI</w:t>
            </w:r>
          </w:p>
        </w:tc>
        <w:tc>
          <w:tcPr>
            <w:tcW w:w="2694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QUALIFICA</w:t>
            </w:r>
          </w:p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C00AD7" w:rsidRPr="00D63C17" w:rsidTr="00491B37">
        <w:trPr>
          <w:trHeight w:val="924"/>
        </w:trPr>
        <w:tc>
          <w:tcPr>
            <w:tcW w:w="3632" w:type="dxa"/>
            <w:vAlign w:val="center"/>
          </w:tcPr>
          <w:p w:rsidR="00C00AD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B8169B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5C16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B8169B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AD7" w:rsidRPr="00D63C17" w:rsidTr="00491B37">
        <w:trPr>
          <w:trHeight w:val="877"/>
        </w:trPr>
        <w:tc>
          <w:tcPr>
            <w:tcW w:w="3632" w:type="dxa"/>
            <w:vAlign w:val="center"/>
          </w:tcPr>
          <w:p w:rsidR="00C00AD7" w:rsidRDefault="00C00AD7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C00AD7" w:rsidRDefault="00C00AD7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C00AD7" w:rsidRPr="00D63C17" w:rsidRDefault="00C00AD7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C00AD7" w:rsidRDefault="00C00AD7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C00AD7" w:rsidRPr="00491B3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C00AD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C00AD7" w:rsidRPr="00491B37" w:rsidRDefault="00C00AD7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C00AD7" w:rsidRPr="00895C43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895C43">
              <w:rPr>
                <w:rFonts w:ascii="Arial" w:hAnsi="Arial" w:cs="Arial"/>
                <w:sz w:val="20"/>
                <w:szCs w:val="20"/>
              </w:rPr>
              <w:t>cant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0AD7" w:rsidRPr="00491B37" w:rsidRDefault="00C00AD7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C00AD7" w:rsidRPr="00D63C17" w:rsidRDefault="00C00AD7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0AD7" w:rsidRPr="00D63C17" w:rsidRDefault="00C00AD7" w:rsidP="006D32E3">
      <w:pPr>
        <w:pStyle w:val="Intestazione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C00AD7" w:rsidRPr="00D63C17" w:rsidSect="00D63C17">
      <w:footerReference w:type="default" r:id="rId8"/>
      <w:pgSz w:w="16838" w:h="11906" w:orient="landscape" w:code="9"/>
      <w:pgMar w:top="1079" w:right="1418" w:bottom="540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D53" w:rsidRDefault="00355D53">
      <w:r>
        <w:separator/>
      </w:r>
    </w:p>
  </w:endnote>
  <w:endnote w:type="continuationSeparator" w:id="0">
    <w:p w:rsidR="00355D53" w:rsidRDefault="0035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AD7" w:rsidRPr="00686E46" w:rsidRDefault="00C00AD7" w:rsidP="00041172">
    <w:pPr>
      <w:pStyle w:val="Pidipagina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C00AD7" w:rsidRPr="00041172" w:rsidRDefault="00C00AD7" w:rsidP="00041172">
    <w:pPr>
      <w:pStyle w:val="Pidipagina"/>
      <w:tabs>
        <w:tab w:val="clear" w:pos="9638"/>
        <w:tab w:val="right" w:pos="14220"/>
      </w:tabs>
      <w:rPr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D53" w:rsidRDefault="00355D53">
      <w:r>
        <w:separator/>
      </w:r>
    </w:p>
  </w:footnote>
  <w:footnote w:type="continuationSeparator" w:id="0">
    <w:p w:rsidR="00355D53" w:rsidRDefault="00355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CA"/>
    <w:rsid w:val="00041172"/>
    <w:rsid w:val="00046038"/>
    <w:rsid w:val="00053871"/>
    <w:rsid w:val="00062430"/>
    <w:rsid w:val="000A0C7F"/>
    <w:rsid w:val="000A1054"/>
    <w:rsid w:val="000B7D2D"/>
    <w:rsid w:val="000C1A98"/>
    <w:rsid w:val="000C27AE"/>
    <w:rsid w:val="000C5AFB"/>
    <w:rsid w:val="001117A6"/>
    <w:rsid w:val="001255DF"/>
    <w:rsid w:val="00166EDB"/>
    <w:rsid w:val="001E1376"/>
    <w:rsid w:val="002071A9"/>
    <w:rsid w:val="00207A9E"/>
    <w:rsid w:val="002967C1"/>
    <w:rsid w:val="002C4201"/>
    <w:rsid w:val="002E2B2D"/>
    <w:rsid w:val="002E54BD"/>
    <w:rsid w:val="002F6E7B"/>
    <w:rsid w:val="00305457"/>
    <w:rsid w:val="00355D53"/>
    <w:rsid w:val="003706AB"/>
    <w:rsid w:val="003B40FA"/>
    <w:rsid w:val="003E2E6C"/>
    <w:rsid w:val="0042527B"/>
    <w:rsid w:val="00474374"/>
    <w:rsid w:val="004904AC"/>
    <w:rsid w:val="00491B37"/>
    <w:rsid w:val="004B4E3D"/>
    <w:rsid w:val="004C5A92"/>
    <w:rsid w:val="004D61D6"/>
    <w:rsid w:val="004F22FE"/>
    <w:rsid w:val="00507FCA"/>
    <w:rsid w:val="00534D32"/>
    <w:rsid w:val="00535B61"/>
    <w:rsid w:val="00575BF7"/>
    <w:rsid w:val="00590177"/>
    <w:rsid w:val="005C1625"/>
    <w:rsid w:val="0066618B"/>
    <w:rsid w:val="00685914"/>
    <w:rsid w:val="00686E46"/>
    <w:rsid w:val="00693B6E"/>
    <w:rsid w:val="006D32E3"/>
    <w:rsid w:val="00772D92"/>
    <w:rsid w:val="00782106"/>
    <w:rsid w:val="0078239B"/>
    <w:rsid w:val="007A2B1F"/>
    <w:rsid w:val="007C2FDC"/>
    <w:rsid w:val="007F28F6"/>
    <w:rsid w:val="007F2F61"/>
    <w:rsid w:val="00801140"/>
    <w:rsid w:val="00836EC0"/>
    <w:rsid w:val="0083724C"/>
    <w:rsid w:val="00891B76"/>
    <w:rsid w:val="0089565A"/>
    <w:rsid w:val="00895C43"/>
    <w:rsid w:val="008B1D61"/>
    <w:rsid w:val="008C247D"/>
    <w:rsid w:val="008C7AF2"/>
    <w:rsid w:val="00900AA4"/>
    <w:rsid w:val="009333CB"/>
    <w:rsid w:val="00945945"/>
    <w:rsid w:val="00976107"/>
    <w:rsid w:val="00996519"/>
    <w:rsid w:val="009A7452"/>
    <w:rsid w:val="009A7E99"/>
    <w:rsid w:val="009C72AA"/>
    <w:rsid w:val="00A2373C"/>
    <w:rsid w:val="00A2541D"/>
    <w:rsid w:val="00A51D0E"/>
    <w:rsid w:val="00A7673B"/>
    <w:rsid w:val="00AC54FB"/>
    <w:rsid w:val="00B26D2B"/>
    <w:rsid w:val="00B608AC"/>
    <w:rsid w:val="00B61D53"/>
    <w:rsid w:val="00B8169B"/>
    <w:rsid w:val="00B850C2"/>
    <w:rsid w:val="00BA16B1"/>
    <w:rsid w:val="00C004E4"/>
    <w:rsid w:val="00C00AD7"/>
    <w:rsid w:val="00C55D2A"/>
    <w:rsid w:val="00C66948"/>
    <w:rsid w:val="00CB72C2"/>
    <w:rsid w:val="00CE5CD5"/>
    <w:rsid w:val="00D32EDA"/>
    <w:rsid w:val="00D340A6"/>
    <w:rsid w:val="00D63C17"/>
    <w:rsid w:val="00D77B79"/>
    <w:rsid w:val="00DF007B"/>
    <w:rsid w:val="00E101A7"/>
    <w:rsid w:val="00E34A87"/>
    <w:rsid w:val="00E44251"/>
    <w:rsid w:val="00E4558B"/>
    <w:rsid w:val="00E4677D"/>
    <w:rsid w:val="00E94C7C"/>
    <w:rsid w:val="00ED33ED"/>
    <w:rsid w:val="00F16806"/>
    <w:rsid w:val="00F65758"/>
    <w:rsid w:val="00F71D2C"/>
    <w:rsid w:val="00FD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26D2B"/>
    <w:rPr>
      <w:sz w:val="24"/>
    </w:rPr>
  </w:style>
  <w:style w:type="paragraph" w:customStyle="1" w:styleId="Carattere1">
    <w:name w:val="Carattere1"/>
    <w:basedOn w:val="Normale"/>
    <w:uiPriority w:val="99"/>
    <w:rsid w:val="007F2F6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04117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Modulo_1_direttore_tecnico_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L20_-_Modulo_1_direttore_tecnico_cantiere terento</Template>
  <TotalTime>1</TotalTime>
  <Pages>1</Pages>
  <Words>247</Words>
  <Characters>1582</Characters>
  <Application>Microsoft Office Word</Application>
  <DocSecurity>0</DocSecurity>
  <Lines>65</Lines>
  <Paragraphs>26</Paragraphs>
  <ScaleCrop>false</ScaleCrop>
  <Company>Studio Mora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5</cp:revision>
  <cp:lastPrinted>2006-12-12T06:14:00Z</cp:lastPrinted>
  <dcterms:created xsi:type="dcterms:W3CDTF">2015-12-15T17:23:00Z</dcterms:created>
  <dcterms:modified xsi:type="dcterms:W3CDTF">2015-12-16T08:06:00Z</dcterms:modified>
</cp:coreProperties>
</file>